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6F" w:rsidRDefault="00DA286F" w:rsidP="00DA28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7B4A42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3 – Soluzioni</w:t>
      </w:r>
    </w:p>
    <w:p w:rsidR="00DA286F" w:rsidRDefault="00DA286F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286F" w:rsidRDefault="00DA286F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1</w:t>
      </w:r>
      <w:r w:rsidR="007B4A42">
        <w:rPr>
          <w:rFonts w:ascii="Times New Roman" w:hAnsi="Times New Roman" w:cs="Times New Roman"/>
          <w:b/>
          <w:sz w:val="24"/>
          <w:szCs w:val="24"/>
        </w:rPr>
        <w:t>.1</w:t>
      </w:r>
    </w:p>
    <w:p w:rsidR="00DA286F" w:rsidRDefault="00DA286F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 sono 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percorsi minimi diversi, tanti quanti sono gli anagrammi (permutazioni) della parola “aio”.</w:t>
      </w:r>
    </w:p>
    <w:p w:rsidR="00DA286F" w:rsidRDefault="00DA286F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286F" w:rsidRDefault="007B4A42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1.2</w:t>
      </w:r>
    </w:p>
    <w:p w:rsidR="00DA286F" w:rsidRDefault="00DA286F" w:rsidP="00DA286F">
      <w:pPr>
        <w:tabs>
          <w:tab w:val="left" w:pos="3261"/>
          <w:tab w:val="left" w:pos="637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961"/>
      </w:tblGrid>
      <w:tr w:rsidR="00DA286F" w:rsidTr="00DA28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numero lettere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calcolo anagrammi</w:t>
            </w:r>
          </w:p>
        </w:tc>
      </w:tr>
      <w:tr w:rsidR="00DA286F" w:rsidTr="00DA28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APE</w:t>
            </w: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 6 = 3!</w:t>
            </w:r>
          </w:p>
        </w:tc>
      </w:tr>
      <w:tr w:rsidR="00DA286F" w:rsidTr="00DA28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CANE</w:t>
            </w: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 24 = 4!</w:t>
            </w:r>
          </w:p>
        </w:tc>
      </w:tr>
      <w:tr w:rsidR="00DA286F" w:rsidTr="00DA28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PORTA</w:t>
            </w: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 120 = 5!</w:t>
            </w:r>
          </w:p>
        </w:tc>
      </w:tr>
      <w:tr w:rsidR="00DA286F" w:rsidTr="00DA28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CAMINO</w:t>
            </w:r>
          </w:p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 720 = 6!</w:t>
            </w:r>
          </w:p>
        </w:tc>
      </w:tr>
      <w:tr w:rsidR="00DA286F" w:rsidTr="00DA286F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 w:rsidP="00E27279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/ 2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!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!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=3</m:t>
              </m:r>
            </m:oMath>
          </w:p>
        </w:tc>
      </w:tr>
      <w:tr w:rsidR="00DA286F" w:rsidTr="00DA286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uguali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6F" w:rsidTr="00DA286F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DA286F" w:rsidP="000954BB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/ 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5!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3!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=20</m:t>
              </m:r>
            </m:oMath>
            <w:r w:rsidR="00095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286F" w:rsidTr="00DA286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uguali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6F" w:rsidTr="00DA286F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E27279" w:rsidP="000954BB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5!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3! ∙ 2!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=10</m:t>
              </m:r>
            </m:oMath>
            <w:r w:rsidR="00095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286F" w:rsidTr="00DA286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uguali, 2 uguali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6F" w:rsidTr="00DA286F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tabs>
                <w:tab w:val="left" w:pos="6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PARALLELA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E27279" w:rsidP="00E27279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9!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3!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3!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=10'080</m:t>
              </m:r>
            </m:oMath>
            <w:r w:rsidR="00095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DA286F" w:rsidTr="00DA286F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uguali, 3 uguali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6F" w:rsidTr="00DA286F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TRALLALLA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6F" w:rsidRDefault="00E27279" w:rsidP="000954BB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9!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3!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∙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4!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=2'520</m:t>
              </m:r>
            </m:oMath>
            <w:r w:rsidR="00095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286F" w:rsidTr="00DA28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6F" w:rsidRDefault="00DA286F">
            <w:pPr>
              <w:tabs>
                <w:tab w:val="left" w:pos="3261"/>
                <w:tab w:val="left" w:pos="637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uguali, 4 uguali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6F" w:rsidRDefault="00DA28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86F" w:rsidRDefault="00DA286F" w:rsidP="00DA2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286F" w:rsidRDefault="00DA286F" w:rsidP="00DA28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3738" w:rsidRDefault="00A63738"/>
    <w:sectPr w:rsidR="00A637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6F"/>
    <w:rsid w:val="000954BB"/>
    <w:rsid w:val="007B4A42"/>
    <w:rsid w:val="00A63738"/>
    <w:rsid w:val="00DA286F"/>
    <w:rsid w:val="00E2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0445CD"/>
  <w15:chartTrackingRefBased/>
  <w15:docId w15:val="{4499D73C-08C5-4F38-96B7-E8DF5F1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86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2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3EAB3B36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Panero Monica</dc:creator>
  <cp:keywords/>
  <dc:description/>
  <cp:lastModifiedBy>Panero Monica</cp:lastModifiedBy>
  <cp:revision>4</cp:revision>
  <dcterms:created xsi:type="dcterms:W3CDTF">2018-11-29T13:17:00Z</dcterms:created>
  <dcterms:modified xsi:type="dcterms:W3CDTF">2019-03-20T16:20:00Z</dcterms:modified>
</cp:coreProperties>
</file>